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B743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629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5F92B" w14:textId="1286E6F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7BDF">
        <w:rPr>
          <w:rFonts w:ascii="Corbel" w:hAnsi="Corbel"/>
          <w:i/>
          <w:smallCaps/>
          <w:sz w:val="24"/>
          <w:szCs w:val="24"/>
        </w:rPr>
        <w:t>2021–2024</w:t>
      </w:r>
    </w:p>
    <w:p w14:paraId="0D24900F" w14:textId="778063D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87BD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EB75415" w14:textId="29894C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1787">
        <w:rPr>
          <w:rFonts w:ascii="Corbel" w:hAnsi="Corbel"/>
          <w:sz w:val="20"/>
          <w:szCs w:val="20"/>
        </w:rPr>
        <w:t>ok akademicki</w:t>
      </w:r>
      <w:r w:rsidR="00187BDF">
        <w:rPr>
          <w:rFonts w:ascii="Corbel" w:hAnsi="Corbel"/>
          <w:sz w:val="20"/>
          <w:szCs w:val="20"/>
        </w:rPr>
        <w:t xml:space="preserve"> 2023/2024</w:t>
      </w:r>
    </w:p>
    <w:p w14:paraId="6A21922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CA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BACFFD" w14:textId="77777777" w:rsidTr="00B819C8">
        <w:tc>
          <w:tcPr>
            <w:tcW w:w="2694" w:type="dxa"/>
            <w:vAlign w:val="center"/>
          </w:tcPr>
          <w:p w14:paraId="44A570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FF4B0" w14:textId="77777777" w:rsidR="0085747A" w:rsidRPr="00187BDF" w:rsidRDefault="00791663" w:rsidP="000469A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87BDF">
              <w:rPr>
                <w:rFonts w:ascii="Corbel" w:hAnsi="Corbel"/>
                <w:sz w:val="24"/>
                <w:szCs w:val="24"/>
              </w:rPr>
              <w:t>Seminarium licencjackie</w:t>
            </w:r>
          </w:p>
        </w:tc>
      </w:tr>
      <w:tr w:rsidR="0085747A" w:rsidRPr="009C54AE" w14:paraId="52426341" w14:textId="77777777" w:rsidTr="00B819C8">
        <w:tc>
          <w:tcPr>
            <w:tcW w:w="2694" w:type="dxa"/>
            <w:vAlign w:val="center"/>
          </w:tcPr>
          <w:p w14:paraId="7CCA04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257D3C" w14:textId="77777777" w:rsidR="0085747A" w:rsidRPr="009C54AE" w:rsidRDefault="00791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P1S[5-6]O_01</w:t>
            </w:r>
          </w:p>
        </w:tc>
      </w:tr>
      <w:tr w:rsidR="0085747A" w:rsidRPr="009C54AE" w14:paraId="004FFE5B" w14:textId="77777777" w:rsidTr="00B819C8">
        <w:tc>
          <w:tcPr>
            <w:tcW w:w="2694" w:type="dxa"/>
            <w:vAlign w:val="center"/>
          </w:tcPr>
          <w:p w14:paraId="57E6833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449D36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57E0CB" w14:textId="77777777" w:rsidTr="00B819C8">
        <w:tc>
          <w:tcPr>
            <w:tcW w:w="2694" w:type="dxa"/>
            <w:vAlign w:val="center"/>
          </w:tcPr>
          <w:p w14:paraId="17DDA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21160E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C4321" w14:textId="77777777" w:rsidTr="00B819C8">
        <w:tc>
          <w:tcPr>
            <w:tcW w:w="2694" w:type="dxa"/>
            <w:vAlign w:val="center"/>
          </w:tcPr>
          <w:p w14:paraId="6B57C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DEDEF6" w14:textId="77777777" w:rsidR="0085747A" w:rsidRPr="009C54AE" w:rsidRDefault="00E4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8842ED0" w14:textId="77777777" w:rsidTr="00B819C8">
        <w:tc>
          <w:tcPr>
            <w:tcW w:w="2694" w:type="dxa"/>
            <w:vAlign w:val="center"/>
          </w:tcPr>
          <w:p w14:paraId="1D4838E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BCEAAF" w14:textId="77777777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4A757F30" w14:textId="77777777" w:rsidTr="00B819C8">
        <w:tc>
          <w:tcPr>
            <w:tcW w:w="2694" w:type="dxa"/>
            <w:vAlign w:val="center"/>
          </w:tcPr>
          <w:p w14:paraId="1204C9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97C6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77839C6" w14:textId="77777777" w:rsidTr="00B819C8">
        <w:tc>
          <w:tcPr>
            <w:tcW w:w="2694" w:type="dxa"/>
            <w:vAlign w:val="center"/>
          </w:tcPr>
          <w:p w14:paraId="189D42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15E828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52B4A32" w14:textId="77777777" w:rsidTr="00B819C8">
        <w:tc>
          <w:tcPr>
            <w:tcW w:w="2694" w:type="dxa"/>
            <w:vAlign w:val="center"/>
          </w:tcPr>
          <w:p w14:paraId="1A4D22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2B5367" w14:textId="77777777" w:rsidR="0085747A" w:rsidRPr="009C54AE" w:rsidRDefault="00671DB0" w:rsidP="00DB1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791663">
              <w:rPr>
                <w:rFonts w:ascii="Corbel" w:hAnsi="Corbel"/>
                <w:b w:val="0"/>
                <w:sz w:val="24"/>
                <w:szCs w:val="24"/>
              </w:rPr>
              <w:t>–VI</w:t>
            </w:r>
          </w:p>
        </w:tc>
      </w:tr>
      <w:tr w:rsidR="0085747A" w:rsidRPr="009C54AE" w14:paraId="32B0D5E3" w14:textId="77777777" w:rsidTr="00B819C8">
        <w:tc>
          <w:tcPr>
            <w:tcW w:w="2694" w:type="dxa"/>
            <w:vAlign w:val="center"/>
          </w:tcPr>
          <w:p w14:paraId="28CA27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544A3C" w14:textId="77777777" w:rsidR="0085747A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14:paraId="6563503A" w14:textId="77777777" w:rsidTr="00B819C8">
        <w:tc>
          <w:tcPr>
            <w:tcW w:w="2694" w:type="dxa"/>
            <w:vAlign w:val="center"/>
          </w:tcPr>
          <w:p w14:paraId="450A232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295A3" w14:textId="77777777" w:rsidR="00923D7D" w:rsidRPr="009C54AE" w:rsidRDefault="00671D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D279365" w14:textId="77777777" w:rsidTr="00B819C8">
        <w:tc>
          <w:tcPr>
            <w:tcW w:w="2694" w:type="dxa"/>
            <w:vAlign w:val="center"/>
          </w:tcPr>
          <w:p w14:paraId="2E099B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E0CA3" w14:textId="49100FD5" w:rsidR="0085747A" w:rsidRPr="009C54AE" w:rsidRDefault="00DB17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2A92E080" w14:textId="77777777" w:rsidTr="00B819C8">
        <w:tc>
          <w:tcPr>
            <w:tcW w:w="2694" w:type="dxa"/>
            <w:vAlign w:val="center"/>
          </w:tcPr>
          <w:p w14:paraId="024E5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A75B8" w14:textId="26EC5A11" w:rsidR="0085747A" w:rsidRPr="009C54AE" w:rsidRDefault="0018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5FBB5202" w14:textId="77777777" w:rsidR="00923D7D" w:rsidRPr="009C54AE" w:rsidRDefault="0085747A" w:rsidP="004A33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09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F37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E3C35C" w14:textId="77777777" w:rsidTr="00DB17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E0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74CAC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8F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3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4A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4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E9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0F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C4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97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6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6F9F6E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6F65" w14:textId="77777777" w:rsidR="00015B8F" w:rsidRPr="009C54AE" w:rsidRDefault="00671D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60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08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89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17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399" w14:textId="77777777" w:rsidR="00015B8F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92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F0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07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FE75" w14:textId="77777777" w:rsidR="00015B8F" w:rsidRPr="009C54AE" w:rsidRDefault="005471BC" w:rsidP="005471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471BC" w:rsidRPr="009C54AE" w14:paraId="23C8A351" w14:textId="77777777" w:rsidTr="00DB17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F908" w14:textId="77777777"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78FB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FD30" w14:textId="77777777"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09A2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549C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A676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C2C7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11D4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BB12" w14:textId="77777777" w:rsidR="005471BC" w:rsidRPr="009C54AE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7F34" w14:textId="77777777" w:rsidR="005471BC" w:rsidRDefault="005471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C666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63F7B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F17B1F" w14:textId="77777777" w:rsidR="00187BDF" w:rsidRDefault="00187BD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6722BE2F" w14:textId="1D4D3F31" w:rsidR="0085747A" w:rsidRPr="009C54AE" w:rsidRDefault="00187B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DB178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E6EC5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0582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19C8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65B9DC1" w14:textId="77777777" w:rsidR="00187BDF" w:rsidRDefault="00187B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9BE9606" w14:textId="2D20FE29" w:rsidR="00F82D56" w:rsidRPr="00F82D56" w:rsidRDefault="00193ED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14:paraId="5F8E39B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A3EDB" w14:textId="33BFE60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E8908E" w14:textId="77777777" w:rsidR="00187BDF" w:rsidRPr="009C54AE" w:rsidRDefault="00187BD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897E23" w14:textId="77777777" w:rsidTr="00745302">
        <w:tc>
          <w:tcPr>
            <w:tcW w:w="9670" w:type="dxa"/>
          </w:tcPr>
          <w:p w14:paraId="315A5C08" w14:textId="77777777" w:rsidR="0085747A" w:rsidRPr="009C54AE" w:rsidRDefault="00791663" w:rsidP="00671DB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przed rozpoczęciem zajęć powinien dysponować podstawową wiedzą i umiejętnościami w zakresie organizacji warsztatu pracy naukowej, posiadać umiejętność obsługi programu MS Word oraz utrwaloną wiedzę w zakresie metodologii nauk społecznych.</w:t>
            </w:r>
          </w:p>
        </w:tc>
      </w:tr>
    </w:tbl>
    <w:p w14:paraId="68D37FBF" w14:textId="77777777" w:rsidR="00187BDF" w:rsidRDefault="00187BD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B8FFC0" w14:textId="14D8C30B" w:rsidR="0085747A" w:rsidRPr="00C05F44" w:rsidRDefault="00187BD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3826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B1DAB" w14:textId="77777777" w:rsidR="00F83B28" w:rsidRPr="004A330A" w:rsidRDefault="0071620A" w:rsidP="004A330A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="00C05F44" w:rsidRPr="000469A2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663" w:rsidRPr="009C54AE" w14:paraId="27ADBCC2" w14:textId="77777777" w:rsidTr="00791663">
        <w:tc>
          <w:tcPr>
            <w:tcW w:w="845" w:type="dxa"/>
            <w:vAlign w:val="center"/>
          </w:tcPr>
          <w:p w14:paraId="0B4E21FC" w14:textId="77777777"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F7A737F" w14:textId="77777777"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naukowej</w:t>
            </w:r>
          </w:p>
        </w:tc>
      </w:tr>
      <w:tr w:rsidR="00791663" w:rsidRPr="009C54AE" w14:paraId="2D558E04" w14:textId="77777777" w:rsidTr="00791663">
        <w:tc>
          <w:tcPr>
            <w:tcW w:w="845" w:type="dxa"/>
            <w:vAlign w:val="center"/>
          </w:tcPr>
          <w:p w14:paraId="4F2F2E59" w14:textId="77777777" w:rsidR="00791663" w:rsidRPr="009C54AE" w:rsidRDefault="00791663" w:rsidP="007916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011FE4C" w14:textId="77777777"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rozwijania warsztatu naukowo-badawczego</w:t>
            </w:r>
          </w:p>
        </w:tc>
      </w:tr>
      <w:tr w:rsidR="00791663" w:rsidRPr="009C54AE" w14:paraId="145BD170" w14:textId="77777777" w:rsidTr="00791663">
        <w:tc>
          <w:tcPr>
            <w:tcW w:w="845" w:type="dxa"/>
            <w:vAlign w:val="center"/>
          </w:tcPr>
          <w:p w14:paraId="4635F237" w14:textId="77777777" w:rsidR="00791663" w:rsidRDefault="00791663" w:rsidP="007916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E99FBC1" w14:textId="77777777" w:rsidR="00791663" w:rsidRPr="009C54AE" w:rsidRDefault="00791663" w:rsidP="00791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samodzielnego przygotowania pracy dyplomowej </w:t>
            </w:r>
          </w:p>
        </w:tc>
      </w:tr>
    </w:tbl>
    <w:p w14:paraId="217E8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8BF4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2724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90C63DE" w14:textId="77777777" w:rsidTr="004850B0">
        <w:tc>
          <w:tcPr>
            <w:tcW w:w="1681" w:type="dxa"/>
            <w:vAlign w:val="center"/>
          </w:tcPr>
          <w:p w14:paraId="71A6B0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2E1093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2C6A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1663" w:rsidRPr="009C54AE" w14:paraId="0A564FFF" w14:textId="77777777" w:rsidTr="004850B0">
        <w:tc>
          <w:tcPr>
            <w:tcW w:w="1681" w:type="dxa"/>
          </w:tcPr>
          <w:p w14:paraId="6B6035B4" w14:textId="77777777"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F9368B" w14:textId="77777777"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projektowania i prowadzenia badań z zakresu nauk społecznych z zastosowaniem różnych metod i narzędzi pozyskiwania, analizy i prezentacji danych</w:t>
            </w:r>
          </w:p>
        </w:tc>
        <w:tc>
          <w:tcPr>
            <w:tcW w:w="1865" w:type="dxa"/>
          </w:tcPr>
          <w:p w14:paraId="47AE71F3" w14:textId="77777777" w:rsidR="00791663" w:rsidRPr="009C54AE" w:rsidRDefault="00791663" w:rsidP="007916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791663" w:rsidRPr="009C54AE" w14:paraId="6AC2FBA7" w14:textId="77777777" w:rsidTr="004850B0">
        <w:tc>
          <w:tcPr>
            <w:tcW w:w="1681" w:type="dxa"/>
          </w:tcPr>
          <w:p w14:paraId="2C479F83" w14:textId="77777777"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BF2F11" w14:textId="77777777"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prawa autorskiego</w:t>
            </w:r>
          </w:p>
        </w:tc>
        <w:tc>
          <w:tcPr>
            <w:tcW w:w="1865" w:type="dxa"/>
          </w:tcPr>
          <w:p w14:paraId="0B7D8E26" w14:textId="3FD8B080" w:rsidR="00791663" w:rsidRPr="009C54AE" w:rsidRDefault="00791663" w:rsidP="007916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8501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14:paraId="2AC1A153" w14:textId="77777777" w:rsidTr="004850B0">
        <w:tc>
          <w:tcPr>
            <w:tcW w:w="1681" w:type="dxa"/>
          </w:tcPr>
          <w:p w14:paraId="553D2A2E" w14:textId="77777777"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8811DC" w14:textId="77777777" w:rsidR="00791663" w:rsidRPr="009C54AE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Analizuje, wyjaśnia, prognozuje zjawiska i procesy społeczne z zakresu pracy socjalnej i pomocy społecznej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przy tym metody i narzędzia stosowane w obszarze pracy socjalnej </w:t>
            </w:r>
          </w:p>
        </w:tc>
        <w:tc>
          <w:tcPr>
            <w:tcW w:w="1865" w:type="dxa"/>
          </w:tcPr>
          <w:p w14:paraId="4D21F505" w14:textId="77777777" w:rsidR="00791663" w:rsidRPr="009C54AE" w:rsidRDefault="00791663" w:rsidP="000E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14:paraId="248809B2" w14:textId="77777777" w:rsidTr="004850B0">
        <w:tc>
          <w:tcPr>
            <w:tcW w:w="1681" w:type="dxa"/>
          </w:tcPr>
          <w:p w14:paraId="6156C531" w14:textId="77777777"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8D7D30C" w14:textId="77777777" w:rsidR="00791663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przygotowuje pisemną pracę dyplomową w zakresie pracy socjalnej z oparciu o literaturę przedmiotu i źródła danych</w:t>
            </w:r>
          </w:p>
        </w:tc>
        <w:tc>
          <w:tcPr>
            <w:tcW w:w="1865" w:type="dxa"/>
          </w:tcPr>
          <w:p w14:paraId="6AC862ED" w14:textId="77777777" w:rsidR="00791663" w:rsidRDefault="00791663" w:rsidP="006C75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91663" w:rsidRPr="009C54AE" w14:paraId="40FEAC16" w14:textId="77777777" w:rsidTr="004850B0">
        <w:tc>
          <w:tcPr>
            <w:tcW w:w="1681" w:type="dxa"/>
          </w:tcPr>
          <w:p w14:paraId="11E8C536" w14:textId="77777777" w:rsidR="00791663" w:rsidRPr="009C54AE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9E27066" w14:textId="77777777" w:rsidR="00791663" w:rsidRDefault="00791663" w:rsidP="006C75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Sumiennie realizuje założony proje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kt pracy dyplomowej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 xml:space="preserve"> (na rzecz i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nteresu publicznego) 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i bierze za niego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odpowiedzialność</w:t>
            </w:r>
          </w:p>
        </w:tc>
        <w:tc>
          <w:tcPr>
            <w:tcW w:w="1865" w:type="dxa"/>
          </w:tcPr>
          <w:p w14:paraId="6EFED357" w14:textId="77777777" w:rsidR="00791663" w:rsidRDefault="00791663" w:rsidP="006C75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791663" w:rsidRPr="009C54AE" w14:paraId="7130F072" w14:textId="77777777" w:rsidTr="004850B0">
        <w:tc>
          <w:tcPr>
            <w:tcW w:w="1681" w:type="dxa"/>
          </w:tcPr>
          <w:p w14:paraId="051CAF06" w14:textId="77777777" w:rsidR="00791663" w:rsidRDefault="00791663" w:rsidP="007916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873234A" w14:textId="77777777" w:rsidR="00791663" w:rsidRDefault="00791663" w:rsidP="007916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wyjaśnia różnorodne zjawiska i procesy społeczne z uwzględnieniem różnych koncepcji teoretycznych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i 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 xml:space="preserve">formułowania programów działań </w:t>
            </w:r>
          </w:p>
        </w:tc>
        <w:tc>
          <w:tcPr>
            <w:tcW w:w="1865" w:type="dxa"/>
          </w:tcPr>
          <w:p w14:paraId="341DAADF" w14:textId="77777777" w:rsidR="00791663" w:rsidRDefault="00791663" w:rsidP="00B55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D853188" w14:textId="77777777" w:rsidR="00E14157" w:rsidRPr="00E14157" w:rsidRDefault="00E14157" w:rsidP="00E1415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14:paraId="79CA32CD" w14:textId="7E950DB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3B6ABD" w14:textId="77777777" w:rsidR="00187BDF" w:rsidRPr="009C54AE" w:rsidRDefault="00187B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D0BE1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CA5B2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66F6D1" w14:textId="77777777" w:rsidTr="00150112">
        <w:tc>
          <w:tcPr>
            <w:tcW w:w="9520" w:type="dxa"/>
          </w:tcPr>
          <w:p w14:paraId="0D18D9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0D7868" w14:textId="77777777" w:rsidTr="00150112">
        <w:tc>
          <w:tcPr>
            <w:tcW w:w="9520" w:type="dxa"/>
          </w:tcPr>
          <w:p w14:paraId="421775C2" w14:textId="77777777" w:rsidR="0085747A" w:rsidRPr="009C54AE" w:rsidRDefault="00671DB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43E5326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B078F8" w14:textId="77777777" w:rsidR="0085747A" w:rsidRPr="00B55E9B" w:rsidRDefault="0085747A" w:rsidP="00B55E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DBB6" w14:textId="77777777" w:rsidTr="00150112">
        <w:tc>
          <w:tcPr>
            <w:tcW w:w="9520" w:type="dxa"/>
          </w:tcPr>
          <w:p w14:paraId="3F1D96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1663" w:rsidRPr="009C54AE" w14:paraId="69043F66" w14:textId="77777777" w:rsidTr="00150112">
        <w:tc>
          <w:tcPr>
            <w:tcW w:w="9520" w:type="dxa"/>
          </w:tcPr>
          <w:p w14:paraId="3AC9C12A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Samodzielność autorstwa pracy dyplomowej a problem plagiatu</w:t>
            </w:r>
          </w:p>
        </w:tc>
      </w:tr>
      <w:tr w:rsidR="00791663" w:rsidRPr="009C54AE" w14:paraId="3AB90371" w14:textId="77777777" w:rsidTr="004658AC">
        <w:tc>
          <w:tcPr>
            <w:tcW w:w="9520" w:type="dxa"/>
          </w:tcPr>
          <w:p w14:paraId="63010F68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Wymogi formalne przygotowywanych prac dyplomowych</w:t>
            </w:r>
          </w:p>
        </w:tc>
      </w:tr>
      <w:tr w:rsidR="00791663" w:rsidRPr="009C54AE" w14:paraId="4C680AD3" w14:textId="77777777" w:rsidTr="00150112">
        <w:tc>
          <w:tcPr>
            <w:tcW w:w="9520" w:type="dxa"/>
          </w:tcPr>
          <w:p w14:paraId="66C5C6C9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cytacji, narracji i odwołania do literatury i materiałów źródłowych</w:t>
            </w:r>
          </w:p>
        </w:tc>
      </w:tr>
      <w:tr w:rsidR="00791663" w:rsidRPr="009C54AE" w14:paraId="5703C720" w14:textId="77777777" w:rsidTr="00150112">
        <w:tc>
          <w:tcPr>
            <w:tcW w:w="9520" w:type="dxa"/>
          </w:tcPr>
          <w:p w14:paraId="4E741984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Technika sporządzania przypisów i noty bibliograficznej</w:t>
            </w:r>
          </w:p>
        </w:tc>
      </w:tr>
      <w:tr w:rsidR="00791663" w:rsidRPr="009C54AE" w14:paraId="261E1D6D" w14:textId="77777777" w:rsidTr="00150112">
        <w:tc>
          <w:tcPr>
            <w:tcW w:w="9520" w:type="dxa"/>
          </w:tcPr>
          <w:p w14:paraId="46FAFF3A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Konceptualizacja problemu badawczego i formułowanie problemów pracy dyplomowej. Struktura pracy dyplomowej</w:t>
            </w:r>
          </w:p>
        </w:tc>
      </w:tr>
      <w:tr w:rsidR="00791663" w:rsidRPr="009C54AE" w14:paraId="14BF9DDF" w14:textId="77777777" w:rsidTr="00150112">
        <w:tc>
          <w:tcPr>
            <w:tcW w:w="9520" w:type="dxa"/>
          </w:tcPr>
          <w:p w14:paraId="6C5BB1C4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doboru i gromadzenia literatury przedmiotu, danych i materiałów źródłowych</w:t>
            </w:r>
          </w:p>
        </w:tc>
      </w:tr>
      <w:tr w:rsidR="00791663" w:rsidRPr="009C54AE" w14:paraId="3ADA539D" w14:textId="77777777" w:rsidTr="00150112">
        <w:tc>
          <w:tcPr>
            <w:tcW w:w="9520" w:type="dxa"/>
          </w:tcPr>
          <w:p w14:paraId="16183C9F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lastRenderedPageBreak/>
              <w:t>Analiza i synteza treści literatury przedmiotu</w:t>
            </w:r>
          </w:p>
        </w:tc>
      </w:tr>
      <w:tr w:rsidR="00791663" w:rsidRPr="009C54AE" w14:paraId="2D970239" w14:textId="77777777" w:rsidTr="00150112">
        <w:tc>
          <w:tcPr>
            <w:tcW w:w="9520" w:type="dxa"/>
          </w:tcPr>
          <w:p w14:paraId="64C67C2F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Podstawowe metody i techniki badań w naukach społecznych</w:t>
            </w:r>
          </w:p>
        </w:tc>
      </w:tr>
      <w:tr w:rsidR="00791663" w:rsidRPr="009C54AE" w14:paraId="63540357" w14:textId="77777777" w:rsidTr="00150112">
        <w:tc>
          <w:tcPr>
            <w:tcW w:w="9520" w:type="dxa"/>
          </w:tcPr>
          <w:p w14:paraId="153D14CF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Techniki analizy danych źródłowych</w:t>
            </w:r>
          </w:p>
        </w:tc>
      </w:tr>
      <w:tr w:rsidR="00791663" w:rsidRPr="009C54AE" w14:paraId="10DF79FA" w14:textId="77777777" w:rsidTr="00150112">
        <w:tc>
          <w:tcPr>
            <w:tcW w:w="9520" w:type="dxa"/>
          </w:tcPr>
          <w:p w14:paraId="29111F03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Opracowanie i prezentacja graficzna danych empirycznych</w:t>
            </w:r>
          </w:p>
        </w:tc>
      </w:tr>
      <w:tr w:rsidR="00791663" w:rsidRPr="009C54AE" w14:paraId="749A12C6" w14:textId="77777777" w:rsidTr="00150112">
        <w:tc>
          <w:tcPr>
            <w:tcW w:w="9520" w:type="dxa"/>
          </w:tcPr>
          <w:p w14:paraId="68573506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Rodzaje i metody analizy danych empirycznych</w:t>
            </w:r>
          </w:p>
        </w:tc>
      </w:tr>
      <w:tr w:rsidR="00791663" w:rsidRPr="009C54AE" w14:paraId="086B12F7" w14:textId="77777777" w:rsidTr="00150112">
        <w:tc>
          <w:tcPr>
            <w:tcW w:w="9520" w:type="dxa"/>
          </w:tcPr>
          <w:p w14:paraId="55CF2FD6" w14:textId="77777777" w:rsidR="00791663" w:rsidRPr="00747B67" w:rsidRDefault="00791663" w:rsidP="0079166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Wnioskowanie i uogólnienia na podstawie danych empirycznych (własnych i zastanych)</w:t>
            </w:r>
          </w:p>
        </w:tc>
      </w:tr>
    </w:tbl>
    <w:p w14:paraId="0EC34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5F31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90C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0EDB6" w14:textId="77777777" w:rsidR="00791663" w:rsidRPr="00747B67" w:rsidRDefault="00C578B5" w:rsidP="007916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a</w:t>
      </w:r>
      <w:r w:rsidR="00791663">
        <w:rPr>
          <w:rFonts w:ascii="Corbel" w:hAnsi="Corbel"/>
          <w:b w:val="0"/>
          <w:smallCaps w:val="0"/>
          <w:szCs w:val="24"/>
        </w:rPr>
        <w:t xml:space="preserve">naliza tekstów z dyskusją, </w:t>
      </w:r>
      <w:r>
        <w:rPr>
          <w:rFonts w:ascii="Corbel" w:hAnsi="Corbel"/>
          <w:b w:val="0"/>
          <w:smallCaps w:val="0"/>
          <w:szCs w:val="24"/>
        </w:rPr>
        <w:t xml:space="preserve">dyskusje problemowe, </w:t>
      </w:r>
      <w:r w:rsidR="00791663">
        <w:rPr>
          <w:rFonts w:ascii="Corbel" w:hAnsi="Corbel"/>
          <w:b w:val="0"/>
          <w:smallCaps w:val="0"/>
          <w:szCs w:val="24"/>
        </w:rPr>
        <w:t>konsultacje indywidualne.</w:t>
      </w:r>
    </w:p>
    <w:p w14:paraId="064C2780" w14:textId="77777777" w:rsidR="00AD1D2E" w:rsidRDefault="00AD1D2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941E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6EC5B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A3C1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355C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95BE241" w14:textId="77777777" w:rsidTr="00112634">
        <w:tc>
          <w:tcPr>
            <w:tcW w:w="1962" w:type="dxa"/>
            <w:vAlign w:val="center"/>
          </w:tcPr>
          <w:p w14:paraId="3236969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3B0E04" w14:textId="77777777" w:rsidR="0085747A" w:rsidRPr="00B55E9B" w:rsidRDefault="00F974D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14:paraId="3B95AB63" w14:textId="77777777" w:rsidR="0085747A" w:rsidRPr="00B55E9B" w:rsidRDefault="009F4610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(</w:t>
            </w:r>
            <w:r w:rsidR="0085747A" w:rsidRPr="00B55E9B">
              <w:rPr>
                <w:rFonts w:ascii="Corbel" w:hAnsi="Corbel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DCB939" w14:textId="77777777" w:rsidR="00923D7D" w:rsidRPr="00B55E9B" w:rsidRDefault="0085747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69BAABC0" w14:textId="77777777" w:rsidR="0085747A" w:rsidRPr="00B55E9B" w:rsidRDefault="0085747A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55E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55E9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93977" w:rsidRPr="009C54AE" w14:paraId="775A1C9D" w14:textId="77777777" w:rsidTr="00112634">
        <w:tc>
          <w:tcPr>
            <w:tcW w:w="1962" w:type="dxa"/>
          </w:tcPr>
          <w:p w14:paraId="1503BAF9" w14:textId="77777777" w:rsidR="00493977" w:rsidRPr="009C54AE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289063" w14:textId="77777777" w:rsidR="00493977" w:rsidRPr="009020E7" w:rsidRDefault="00E42556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14:paraId="6E380D10" w14:textId="77777777" w:rsidR="00493977" w:rsidRPr="009020E7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14:paraId="335A0B40" w14:textId="77777777" w:rsidTr="00112634">
        <w:tc>
          <w:tcPr>
            <w:tcW w:w="1962" w:type="dxa"/>
          </w:tcPr>
          <w:p w14:paraId="5708B256" w14:textId="77777777"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03AE7E76" w14:textId="77777777"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 xml:space="preserve">udział w dyskusji </w:t>
            </w:r>
          </w:p>
        </w:tc>
        <w:tc>
          <w:tcPr>
            <w:tcW w:w="2117" w:type="dxa"/>
          </w:tcPr>
          <w:p w14:paraId="583639F3" w14:textId="77777777"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14:paraId="06CF597E" w14:textId="77777777" w:rsidTr="00112634">
        <w:tc>
          <w:tcPr>
            <w:tcW w:w="1962" w:type="dxa"/>
          </w:tcPr>
          <w:p w14:paraId="206E6647" w14:textId="77777777"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65664F8" w14:textId="77777777"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14:paraId="7B6C5A41" w14:textId="77777777"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14:paraId="6C5D4BA4" w14:textId="77777777" w:rsidTr="00112634">
        <w:tc>
          <w:tcPr>
            <w:tcW w:w="1962" w:type="dxa"/>
          </w:tcPr>
          <w:p w14:paraId="5BA8DD36" w14:textId="77777777"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83B416C" w14:textId="77777777"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14:paraId="1449C027" w14:textId="77777777"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14:paraId="3D9B4756" w14:textId="77777777" w:rsidTr="00112634">
        <w:tc>
          <w:tcPr>
            <w:tcW w:w="1962" w:type="dxa"/>
          </w:tcPr>
          <w:p w14:paraId="522BCA9D" w14:textId="77777777" w:rsidR="00B55E9B" w:rsidRPr="009C54AE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08C292" w14:textId="77777777"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14:paraId="6C1D5D90" w14:textId="77777777"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="00B55E9B" w:rsidRPr="009C54AE" w14:paraId="1A9F0E72" w14:textId="77777777" w:rsidTr="00112634">
        <w:tc>
          <w:tcPr>
            <w:tcW w:w="1962" w:type="dxa"/>
          </w:tcPr>
          <w:p w14:paraId="090C88FC" w14:textId="77777777" w:rsidR="00B55E9B" w:rsidRDefault="00B55E9B" w:rsidP="00E425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EFDDC0" w14:textId="77777777" w:rsidR="00B55E9B" w:rsidRPr="004960B8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14:paraId="4D1ADD0D" w14:textId="77777777" w:rsidR="00B55E9B" w:rsidRPr="00B55E9B" w:rsidRDefault="00B55E9B" w:rsidP="00B55E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</w:tbl>
    <w:p w14:paraId="62F9F34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67F5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7F64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977" w:rsidRPr="009C54AE" w14:paraId="4DFDD4A2" w14:textId="77777777" w:rsidTr="00493977">
        <w:tc>
          <w:tcPr>
            <w:tcW w:w="9520" w:type="dxa"/>
          </w:tcPr>
          <w:p w14:paraId="6231ED34" w14:textId="77777777" w:rsidR="00E42556" w:rsidRDefault="00E42556" w:rsidP="00E425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 (zimowym) – jest samodzielne opracowanie i przedstawienie przez studenta projektu pracy dyplomowej, w tym tematu i planu pracy oraz głównej koncepcji pracy.</w:t>
            </w:r>
          </w:p>
          <w:p w14:paraId="3065D735" w14:textId="77777777" w:rsidR="00493977" w:rsidRPr="00FA050C" w:rsidRDefault="00E42556" w:rsidP="00EC1B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VI – jest samodzielne napisanie przez studenta pracy dyplomowej i złożenie jej do oceny merytorycznej promotora. Przed uzyskaniem zaliczenia z przedmiotu, praca musi być zatwierdzona przez promotora.</w:t>
            </w:r>
          </w:p>
        </w:tc>
      </w:tr>
    </w:tbl>
    <w:p w14:paraId="7D387AD2" w14:textId="77777777" w:rsidR="00EC1B76" w:rsidRDefault="00EC1B76" w:rsidP="00EC1B7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ACCCB50" w14:textId="6D7558BC" w:rsidR="0085747A" w:rsidRDefault="0085747A" w:rsidP="00EC1B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A8030" w14:textId="77777777" w:rsidR="00540AE7" w:rsidRPr="00EC1B76" w:rsidRDefault="00540AE7" w:rsidP="00EC1B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10C5F2" w14:textId="77777777" w:rsidTr="00F63E0E">
        <w:tc>
          <w:tcPr>
            <w:tcW w:w="4902" w:type="dxa"/>
            <w:vAlign w:val="center"/>
          </w:tcPr>
          <w:p w14:paraId="1DA0B4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92CDC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556" w:rsidRPr="009C54AE" w14:paraId="0B20CD6F" w14:textId="77777777" w:rsidTr="00F63E0E">
        <w:tc>
          <w:tcPr>
            <w:tcW w:w="4902" w:type="dxa"/>
          </w:tcPr>
          <w:p w14:paraId="63869CEB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E3ED291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42556" w:rsidRPr="009C54AE" w14:paraId="7AF14454" w14:textId="77777777" w:rsidTr="00F63E0E">
        <w:tc>
          <w:tcPr>
            <w:tcW w:w="4902" w:type="dxa"/>
          </w:tcPr>
          <w:p w14:paraId="0475DD1D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06772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w kolokwium końcowym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7D45F2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42556" w:rsidRPr="009C54AE" w14:paraId="745CE781" w14:textId="77777777" w:rsidTr="00F63E0E">
        <w:tc>
          <w:tcPr>
            <w:tcW w:w="4902" w:type="dxa"/>
          </w:tcPr>
          <w:p w14:paraId="14D74E8B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zapoznanie się z literaturą, </w:t>
            </w:r>
            <w:r w:rsidRPr="009C54AE">
              <w:rPr>
                <w:rFonts w:ascii="Corbel" w:hAnsi="Corbel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i napisanie pracy dyplomowej).</w:t>
            </w:r>
          </w:p>
        </w:tc>
        <w:tc>
          <w:tcPr>
            <w:tcW w:w="4618" w:type="dxa"/>
          </w:tcPr>
          <w:p w14:paraId="22ECE012" w14:textId="77777777" w:rsidR="00E42556" w:rsidRPr="009C54AE" w:rsidRDefault="00EC1B7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E42556" w:rsidRPr="009C54AE" w14:paraId="3E3F2430" w14:textId="77777777" w:rsidTr="00F63E0E">
        <w:tc>
          <w:tcPr>
            <w:tcW w:w="4902" w:type="dxa"/>
          </w:tcPr>
          <w:p w14:paraId="2B2A3F51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CBDF38" w14:textId="77777777" w:rsidR="00E42556" w:rsidRPr="009C54AE" w:rsidRDefault="00EC1B7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E425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42556" w:rsidRPr="009C54AE" w14:paraId="69B5FB0C" w14:textId="77777777" w:rsidTr="00F63E0E">
        <w:tc>
          <w:tcPr>
            <w:tcW w:w="4902" w:type="dxa"/>
          </w:tcPr>
          <w:p w14:paraId="175C0BCC" w14:textId="77777777" w:rsidR="00E42556" w:rsidRPr="009C54AE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3D5A17" w14:textId="77777777" w:rsidR="00E42556" w:rsidRPr="005D01E8" w:rsidRDefault="00E42556" w:rsidP="00E4255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1E8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14:paraId="056CDB46" w14:textId="77777777" w:rsidR="003E1941" w:rsidRPr="00C15E86" w:rsidRDefault="00923D7D" w:rsidP="00C15E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24ACB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031A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3B3F4A5" w14:textId="77777777" w:rsidTr="0071620A">
        <w:trPr>
          <w:trHeight w:val="397"/>
        </w:trPr>
        <w:tc>
          <w:tcPr>
            <w:tcW w:w="3544" w:type="dxa"/>
          </w:tcPr>
          <w:p w14:paraId="200B9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BA0738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C6012A" w14:textId="77777777" w:rsidTr="0071620A">
        <w:trPr>
          <w:trHeight w:val="397"/>
        </w:trPr>
        <w:tc>
          <w:tcPr>
            <w:tcW w:w="3544" w:type="dxa"/>
          </w:tcPr>
          <w:p w14:paraId="79BD1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20FE3B" w14:textId="77777777" w:rsidR="0085747A" w:rsidRPr="009C54AE" w:rsidRDefault="00671D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27790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5AFA6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451A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93977" w:rsidRPr="009C54AE" w14:paraId="7371109B" w14:textId="77777777" w:rsidTr="00EC1B76">
        <w:trPr>
          <w:trHeight w:val="397"/>
        </w:trPr>
        <w:tc>
          <w:tcPr>
            <w:tcW w:w="9498" w:type="dxa"/>
          </w:tcPr>
          <w:p w14:paraId="291F658E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DB5E3" w14:textId="77777777" w:rsidR="004D49BE" w:rsidRDefault="00E42556" w:rsidP="004D49BE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Stoczewska</w:t>
            </w:r>
            <w:proofErr w:type="spellEnd"/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,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B. (2014).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Jak pisać pracę licencjacką lub magistersk</w:t>
            </w:r>
            <w:r w:rsidR="00D748E7"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ą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(w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yd. 5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). Kraków: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Akademia Frycza Modrzewskiego.</w:t>
            </w:r>
          </w:p>
          <w:p w14:paraId="4FBE2032" w14:textId="77777777" w:rsidR="004D49BE" w:rsidRDefault="00E42556" w:rsidP="004D49BE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Witkowska-Paleń,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A. (2019).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Przewodnik dla piszących prace licencjackie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  <w:r w:rsidR="00D748E7"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 S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krypt dydaktyczny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 pdf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).</w:t>
            </w:r>
          </w:p>
          <w:p w14:paraId="4E6AD4C3" w14:textId="4BE601BE" w:rsidR="00493977" w:rsidRPr="004D49BE" w:rsidRDefault="00E42556" w:rsidP="004D49BE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Witkowska-Paleń,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A.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Samodzielność autorstwa pracy dyplomowej w świetle przepisów prawa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(prezentacja multimedialna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).</w:t>
            </w:r>
          </w:p>
        </w:tc>
      </w:tr>
      <w:tr w:rsidR="00493977" w:rsidRPr="009C54AE" w14:paraId="59C1AA18" w14:textId="77777777" w:rsidTr="00EC1B76">
        <w:trPr>
          <w:trHeight w:val="397"/>
        </w:trPr>
        <w:tc>
          <w:tcPr>
            <w:tcW w:w="9498" w:type="dxa"/>
          </w:tcPr>
          <w:p w14:paraId="53970D5B" w14:textId="77777777" w:rsidR="00493977" w:rsidRDefault="00493977" w:rsidP="004939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E0A427" w14:textId="367EC77F" w:rsidR="00193ED2" w:rsidRDefault="00193ED2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Babbie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E.,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Badania społeczne w praktyce.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14:paraId="558A8467" w14:textId="3EED09D3" w:rsidR="00193ED2" w:rsidRDefault="00193ED2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Flick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U.,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Projektowanie badania jakościowego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. Warszawa: Wyd. Naukowe PWN.</w:t>
            </w:r>
          </w:p>
          <w:p w14:paraId="3F262A48" w14:textId="6A678B17" w:rsidR="00193ED2" w:rsidRDefault="00193ED2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Nowak, S.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Metodologia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14:paraId="7B6C2CD4" w14:textId="2874B697" w:rsidR="00193ED2" w:rsidRDefault="00193ED2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Silverman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D. (2020)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Interpretacja danych jakościowych.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14:paraId="0E2BCFEA" w14:textId="44473940" w:rsidR="004D49BE" w:rsidRDefault="00E42556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Sydor,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M. (2014).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Wskazówki dla piszących prace dyplomowe</w:t>
            </w:r>
            <w:r w:rsidR="00D748E7"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.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>Poznań: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Uniwersytet Przyrodniczy w Poznaniu, </w:t>
            </w:r>
            <w:hyperlink r:id="rId11" w:history="1">
              <w:r w:rsidR="004D49BE" w:rsidRPr="00D37E13">
                <w:rPr>
                  <w:rStyle w:val="Hipercze"/>
                  <w:rFonts w:ascii="Corbel" w:hAnsi="Corbel" w:cs="Arial"/>
                  <w:sz w:val="24"/>
                  <w:szCs w:val="24"/>
                  <w:lang w:eastAsia="pl-PL"/>
                </w:rPr>
                <w:t>http://bg.up.poznan.pl/bg/dzialy/ibuk/download_epdf/sydor_ wskazowki_dyplomowe_2014.pdf</w:t>
              </w:r>
            </w:hyperlink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</w:p>
          <w:p w14:paraId="38313DBE" w14:textId="1B28A2EB" w:rsidR="00193ED2" w:rsidRDefault="00193ED2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Sztumski, J.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Wstęp do metod i technik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Katowice: Wyd. Śląsk.</w:t>
            </w:r>
          </w:p>
          <w:p w14:paraId="709ECB72" w14:textId="43448F10" w:rsidR="004D49BE" w:rsidRDefault="00E42556" w:rsidP="004D49BE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Woźnicki,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J. i in. (2005).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Raport o zasadach poszanowania autorstwa w pracach dyplomowych oraz doktorskich w instytucjach akademickich i naukowych</w:t>
            </w:r>
            <w:r w:rsidR="00D748E7"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="00D748E7"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Warszawa: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Monografie Fundacji Rektorów Polskich, </w:t>
            </w:r>
          </w:p>
          <w:p w14:paraId="7CEAE0DE" w14:textId="4DE85E56" w:rsidR="00E42556" w:rsidRPr="004D49BE" w:rsidRDefault="004D49BE" w:rsidP="004D49BE">
            <w:pPr>
              <w:spacing w:after="0" w:line="240" w:lineRule="auto"/>
              <w:ind w:left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hyperlink r:id="rId12" w:history="1">
              <w:r w:rsidRPr="00D37E13">
                <w:rPr>
                  <w:rStyle w:val="Hipercze"/>
                  <w:rFonts w:ascii="Corbel" w:hAnsi="Corbel" w:cs="Arial"/>
                  <w:sz w:val="24"/>
                  <w:szCs w:val="24"/>
                  <w:lang w:eastAsia="pl-PL"/>
                </w:rPr>
                <w:t>https://www.frp.org.pl/images/publikacje/publication/raport_o_zasadach_poszanowania_autorstwa.pdf</w:t>
              </w:r>
            </w:hyperlink>
            <w:r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  </w:t>
            </w:r>
          </w:p>
        </w:tc>
      </w:tr>
    </w:tbl>
    <w:p w14:paraId="2D7DC242" w14:textId="77777777" w:rsidR="00F21C0A" w:rsidRDefault="00F21C0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4C921BF1" w14:textId="77777777" w:rsidR="00F21C0A" w:rsidRDefault="00F21C0A" w:rsidP="00AD60ED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14:paraId="1C46CEB6" w14:textId="77777777" w:rsidR="0085747A" w:rsidRPr="009C54AE" w:rsidRDefault="0085747A" w:rsidP="00E4255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40AE7">
      <w:footerReference w:type="default" r:id="rId13"/>
      <w:pgSz w:w="11906" w:h="16838"/>
      <w:pgMar w:top="426" w:right="1134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E434" w14:textId="77777777" w:rsidR="005F1BD3" w:rsidRDefault="005F1BD3" w:rsidP="00C16ABF">
      <w:pPr>
        <w:spacing w:after="0" w:line="240" w:lineRule="auto"/>
      </w:pPr>
      <w:r>
        <w:separator/>
      </w:r>
    </w:p>
  </w:endnote>
  <w:endnote w:type="continuationSeparator" w:id="0">
    <w:p w14:paraId="0F3977D4" w14:textId="77777777" w:rsidR="005F1BD3" w:rsidRDefault="005F1B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14:paraId="275E8C7B" w14:textId="77777777" w:rsidR="00671DB0" w:rsidRPr="00671DB0" w:rsidRDefault="00193B34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="00671DB0" w:rsidRP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F21C0A">
          <w:rPr>
            <w:rFonts w:ascii="Corbel" w:hAnsi="Corbel"/>
            <w:noProof/>
          </w:rPr>
          <w:t>2</w:t>
        </w:r>
        <w:r w:rsidRPr="00671DB0">
          <w:rPr>
            <w:rFonts w:ascii="Corbel" w:hAnsi="Corbel"/>
          </w:rPr>
          <w:fldChar w:fldCharType="end"/>
        </w:r>
      </w:p>
    </w:sdtContent>
  </w:sdt>
  <w:p w14:paraId="714004E7" w14:textId="77777777" w:rsidR="00671DB0" w:rsidRDefault="00671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99DB6" w14:textId="77777777" w:rsidR="005F1BD3" w:rsidRDefault="005F1BD3" w:rsidP="00C16ABF">
      <w:pPr>
        <w:spacing w:after="0" w:line="240" w:lineRule="auto"/>
      </w:pPr>
      <w:r>
        <w:separator/>
      </w:r>
    </w:p>
  </w:footnote>
  <w:footnote w:type="continuationSeparator" w:id="0">
    <w:p w14:paraId="4A0482A7" w14:textId="77777777" w:rsidR="005F1BD3" w:rsidRDefault="005F1BD3" w:rsidP="00C16ABF">
      <w:pPr>
        <w:spacing w:after="0" w:line="240" w:lineRule="auto"/>
      </w:pPr>
      <w:r>
        <w:continuationSeparator/>
      </w:r>
    </w:p>
  </w:footnote>
  <w:footnote w:id="1">
    <w:p w14:paraId="3AD65A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1215E"/>
    <w:multiLevelType w:val="hybridMultilevel"/>
    <w:tmpl w:val="833E6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6EB"/>
    <w:multiLevelType w:val="hybridMultilevel"/>
    <w:tmpl w:val="CB6EC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E1FAD"/>
    <w:rsid w:val="000F1C57"/>
    <w:rsid w:val="000F5615"/>
    <w:rsid w:val="001012D9"/>
    <w:rsid w:val="0010320F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87BDF"/>
    <w:rsid w:val="00192F37"/>
    <w:rsid w:val="00193B34"/>
    <w:rsid w:val="00193ED2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3A1B"/>
    <w:rsid w:val="002A671D"/>
    <w:rsid w:val="002B4D55"/>
    <w:rsid w:val="002B5EA0"/>
    <w:rsid w:val="002B6119"/>
    <w:rsid w:val="002C1F06"/>
    <w:rsid w:val="002C69DF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5BA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82580"/>
    <w:rsid w:val="003A0A5B"/>
    <w:rsid w:val="003A1176"/>
    <w:rsid w:val="003C0BAE"/>
    <w:rsid w:val="003D18A9"/>
    <w:rsid w:val="003D31F5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2C6"/>
    <w:rsid w:val="00437FA2"/>
    <w:rsid w:val="00445970"/>
    <w:rsid w:val="00453BED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30A"/>
    <w:rsid w:val="004A3EEA"/>
    <w:rsid w:val="004A4D1F"/>
    <w:rsid w:val="004A7EA7"/>
    <w:rsid w:val="004C18FF"/>
    <w:rsid w:val="004D49BE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0AE7"/>
    <w:rsid w:val="00542C77"/>
    <w:rsid w:val="00543ACC"/>
    <w:rsid w:val="005471BC"/>
    <w:rsid w:val="0056696D"/>
    <w:rsid w:val="005839B1"/>
    <w:rsid w:val="0059484D"/>
    <w:rsid w:val="005A0855"/>
    <w:rsid w:val="005A3196"/>
    <w:rsid w:val="005C080F"/>
    <w:rsid w:val="005C292B"/>
    <w:rsid w:val="005C55E5"/>
    <w:rsid w:val="005C696A"/>
    <w:rsid w:val="005E6E85"/>
    <w:rsid w:val="005F1BD3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C75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63"/>
    <w:rsid w:val="00793974"/>
    <w:rsid w:val="007A4022"/>
    <w:rsid w:val="007A6E6E"/>
    <w:rsid w:val="007C3299"/>
    <w:rsid w:val="007C3BCC"/>
    <w:rsid w:val="007C4546"/>
    <w:rsid w:val="007D65D6"/>
    <w:rsid w:val="007D6E56"/>
    <w:rsid w:val="007F4155"/>
    <w:rsid w:val="00810ECF"/>
    <w:rsid w:val="0081554D"/>
    <w:rsid w:val="0081707E"/>
    <w:rsid w:val="00825BDC"/>
    <w:rsid w:val="008449B3"/>
    <w:rsid w:val="008552A2"/>
    <w:rsid w:val="0085747A"/>
    <w:rsid w:val="00881108"/>
    <w:rsid w:val="00884922"/>
    <w:rsid w:val="00885F64"/>
    <w:rsid w:val="008917F9"/>
    <w:rsid w:val="008A45F7"/>
    <w:rsid w:val="008A5637"/>
    <w:rsid w:val="008C0CC0"/>
    <w:rsid w:val="008C19A9"/>
    <w:rsid w:val="008C379D"/>
    <w:rsid w:val="008C5147"/>
    <w:rsid w:val="008C5359"/>
    <w:rsid w:val="008C5363"/>
    <w:rsid w:val="008C69E5"/>
    <w:rsid w:val="008D0B28"/>
    <w:rsid w:val="008D3DFB"/>
    <w:rsid w:val="008D46BF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63CB8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55E9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939"/>
    <w:rsid w:val="00BF2C41"/>
    <w:rsid w:val="00C058B4"/>
    <w:rsid w:val="00C05F44"/>
    <w:rsid w:val="00C131B5"/>
    <w:rsid w:val="00C15E86"/>
    <w:rsid w:val="00C16ABF"/>
    <w:rsid w:val="00C170AE"/>
    <w:rsid w:val="00C26CB7"/>
    <w:rsid w:val="00C324C1"/>
    <w:rsid w:val="00C36992"/>
    <w:rsid w:val="00C56036"/>
    <w:rsid w:val="00C578B5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748E7"/>
    <w:rsid w:val="00D8075B"/>
    <w:rsid w:val="00D807F6"/>
    <w:rsid w:val="00D85018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42556"/>
    <w:rsid w:val="00E43AFB"/>
    <w:rsid w:val="00E454B9"/>
    <w:rsid w:val="00E50010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1B76"/>
    <w:rsid w:val="00EC4899"/>
    <w:rsid w:val="00ED03AB"/>
    <w:rsid w:val="00ED32D2"/>
    <w:rsid w:val="00EE2E8D"/>
    <w:rsid w:val="00EE32DE"/>
    <w:rsid w:val="00EE5457"/>
    <w:rsid w:val="00EE607B"/>
    <w:rsid w:val="00EE6F06"/>
    <w:rsid w:val="00F070AB"/>
    <w:rsid w:val="00F17567"/>
    <w:rsid w:val="00F21C0A"/>
    <w:rsid w:val="00F27A7B"/>
    <w:rsid w:val="00F526AF"/>
    <w:rsid w:val="00F617C3"/>
    <w:rsid w:val="00F63E0E"/>
    <w:rsid w:val="00F7066B"/>
    <w:rsid w:val="00F73DB3"/>
    <w:rsid w:val="00F77C65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41FA"/>
  <w15:docId w15:val="{8B568AAD-3352-455E-BAE1-0B42C88D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1B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1B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rp.org.pl/images/publikacje/publication/raport_o_zasadach_poszanowania_autorstwa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g.up.poznan.pl/bg/dzialy/ibuk/download_epdf/sydor_%20wskazowki_dyplomowe_2014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E9B2-8B77-49DA-ABA8-A8B9A0894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A7C01-1902-4EAA-9EC2-D59DB2839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826D31-C257-4040-BAFA-A74128D09157}"/>
</file>

<file path=customXml/itemProps4.xml><?xml version="1.0" encoding="utf-8"?>
<ds:datastoreItem xmlns:ds="http://schemas.openxmlformats.org/officeDocument/2006/customXml" ds:itemID="{9E178888-A671-41A7-A97A-F326E185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11</cp:revision>
  <cp:lastPrinted>2019-02-06T12:12:00Z</cp:lastPrinted>
  <dcterms:created xsi:type="dcterms:W3CDTF">2021-09-13T12:23:00Z</dcterms:created>
  <dcterms:modified xsi:type="dcterms:W3CDTF">2021-09-17T17:19:00Z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